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4A8" w:rsidRDefault="00A744A8" w:rsidP="00A744A8">
      <w:pPr>
        <w:jc w:val="center"/>
        <w:rPr>
          <w:rFonts w:ascii="Times New Roman" w:hAnsi="Times New Roman"/>
          <w:b/>
          <w:i/>
          <w:color w:val="FF0000"/>
          <w:sz w:val="32"/>
          <w:szCs w:val="28"/>
        </w:rPr>
      </w:pPr>
      <w:r>
        <w:rPr>
          <w:rFonts w:ascii="Times New Roman" w:hAnsi="Times New Roman"/>
          <w:b/>
          <w:i/>
          <w:color w:val="FF0000"/>
          <w:sz w:val="32"/>
          <w:szCs w:val="28"/>
        </w:rPr>
        <w:t>Календарно-тематический план</w:t>
      </w:r>
      <w:r w:rsidR="005C185D">
        <w:rPr>
          <w:rFonts w:ascii="Times New Roman" w:hAnsi="Times New Roman"/>
          <w:b/>
          <w:i/>
          <w:color w:val="FF0000"/>
          <w:sz w:val="32"/>
          <w:szCs w:val="28"/>
        </w:rPr>
        <w:t xml:space="preserve"> к программе «</w:t>
      </w:r>
      <w:proofErr w:type="gramStart"/>
      <w:r w:rsidR="005C185D">
        <w:rPr>
          <w:rFonts w:ascii="Times New Roman" w:hAnsi="Times New Roman"/>
          <w:b/>
          <w:i/>
          <w:color w:val="FF0000"/>
          <w:sz w:val="32"/>
          <w:szCs w:val="28"/>
          <w:lang w:val="en-US"/>
        </w:rPr>
        <w:t>PRO</w:t>
      </w:r>
      <w:proofErr w:type="gramEnd"/>
      <w:r w:rsidR="005C185D">
        <w:rPr>
          <w:rFonts w:ascii="Times New Roman" w:hAnsi="Times New Roman"/>
          <w:b/>
          <w:i/>
          <w:color w:val="FF0000"/>
          <w:sz w:val="32"/>
          <w:szCs w:val="28"/>
        </w:rPr>
        <w:t>творчество»</w:t>
      </w:r>
      <w:r w:rsidR="00F41A19">
        <w:rPr>
          <w:rFonts w:ascii="Times New Roman" w:hAnsi="Times New Roman"/>
          <w:b/>
          <w:i/>
          <w:color w:val="FF0000"/>
          <w:sz w:val="32"/>
          <w:szCs w:val="28"/>
        </w:rPr>
        <w:t xml:space="preserve"> на 2022-2023 учебный год</w:t>
      </w:r>
    </w:p>
    <w:p w:rsidR="00F41A19" w:rsidRDefault="00F41A19" w:rsidP="00A744A8">
      <w:pPr>
        <w:jc w:val="center"/>
        <w:rPr>
          <w:rFonts w:ascii="Times New Roman" w:hAnsi="Times New Roman"/>
          <w:b/>
          <w:i/>
          <w:color w:val="FF0000"/>
          <w:sz w:val="32"/>
          <w:szCs w:val="28"/>
        </w:rPr>
      </w:pPr>
      <w:r>
        <w:rPr>
          <w:rFonts w:ascii="Times New Roman" w:hAnsi="Times New Roman"/>
          <w:b/>
          <w:i/>
          <w:color w:val="FF0000"/>
          <w:sz w:val="32"/>
          <w:szCs w:val="28"/>
        </w:rPr>
        <w:t xml:space="preserve">Место проведения -  </w:t>
      </w:r>
      <w:proofErr w:type="gramStart"/>
      <w:r>
        <w:rPr>
          <w:rFonts w:ascii="Times New Roman" w:hAnsi="Times New Roman"/>
          <w:b/>
          <w:i/>
          <w:color w:val="FF0000"/>
          <w:sz w:val="32"/>
          <w:szCs w:val="28"/>
        </w:rPr>
        <w:t>Комсомольская</w:t>
      </w:r>
      <w:proofErr w:type="gramEnd"/>
      <w:r>
        <w:rPr>
          <w:rFonts w:ascii="Times New Roman" w:hAnsi="Times New Roman"/>
          <w:b/>
          <w:i/>
          <w:color w:val="FF0000"/>
          <w:sz w:val="32"/>
          <w:szCs w:val="28"/>
        </w:rPr>
        <w:t>,3</w:t>
      </w:r>
      <w:r w:rsidR="00763BC2">
        <w:rPr>
          <w:rFonts w:ascii="Times New Roman" w:hAnsi="Times New Roman"/>
          <w:b/>
          <w:i/>
          <w:color w:val="FF0000"/>
          <w:sz w:val="32"/>
          <w:szCs w:val="28"/>
        </w:rPr>
        <w:t>; Юбилейная,96</w:t>
      </w:r>
    </w:p>
    <w:p w:rsidR="00DA25CC" w:rsidRDefault="00DA25CC" w:rsidP="00A744A8">
      <w:pPr>
        <w:jc w:val="center"/>
        <w:rPr>
          <w:rFonts w:ascii="Times New Roman" w:hAnsi="Times New Roman"/>
          <w:i/>
          <w:color w:val="FF0000"/>
          <w:sz w:val="32"/>
          <w:szCs w:val="28"/>
        </w:rPr>
      </w:pPr>
      <w:r>
        <w:rPr>
          <w:rFonts w:ascii="Times New Roman" w:hAnsi="Times New Roman"/>
          <w:b/>
          <w:i/>
          <w:color w:val="FF0000"/>
          <w:sz w:val="32"/>
          <w:szCs w:val="28"/>
        </w:rPr>
        <w:t>Время занятий – вторник, 13-00</w:t>
      </w:r>
    </w:p>
    <w:tbl>
      <w:tblPr>
        <w:tblW w:w="96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5"/>
        <w:gridCol w:w="8370"/>
      </w:tblGrid>
      <w:tr w:rsidR="00A744A8" w:rsidTr="00A744A8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4A8" w:rsidRDefault="00763B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Ответственный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4A8" w:rsidRDefault="00A744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занятия</w:t>
            </w:r>
          </w:p>
        </w:tc>
      </w:tr>
      <w:tr w:rsidR="00A744A8" w:rsidTr="00A744A8">
        <w:trPr>
          <w:cantSplit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4A8" w:rsidRPr="0005751E" w:rsidRDefault="00A744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51E">
              <w:rPr>
                <w:rFonts w:ascii="Times New Roman" w:hAnsi="Times New Roman"/>
                <w:sz w:val="28"/>
                <w:szCs w:val="28"/>
              </w:rPr>
              <w:t xml:space="preserve">Октябрь </w:t>
            </w:r>
          </w:p>
        </w:tc>
      </w:tr>
      <w:tr w:rsidR="00A744A8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4A8" w:rsidRPr="00763BC2" w:rsidRDefault="00763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3BC2">
              <w:rPr>
                <w:rFonts w:ascii="Times New Roman" w:hAnsi="Times New Roman"/>
                <w:sz w:val="24"/>
                <w:szCs w:val="24"/>
              </w:rPr>
              <w:t>Ефимова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4A8" w:rsidRDefault="004B66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 акварелью «Мелодии осени»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      04.10.22</w:t>
            </w:r>
          </w:p>
        </w:tc>
      </w:tr>
      <w:tr w:rsidR="004B66B1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Pr="00763BC2" w:rsidRDefault="00763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Фролова И.В.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4B66B1" w:rsidP="00F41A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Коллаж «Осенний натюрморт» (цветная бумага, салфетки) </w:t>
            </w:r>
            <w:r w:rsidR="00F5427D">
              <w:rPr>
                <w:rFonts w:ascii="Times New Roman" w:hAnsi="Times New Roman"/>
                <w:sz w:val="28"/>
                <w:szCs w:val="28"/>
              </w:rPr>
              <w:t>11.10.22</w:t>
            </w:r>
          </w:p>
        </w:tc>
      </w:tr>
      <w:tr w:rsidR="004B66B1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Pr="00763BC2" w:rsidRDefault="00763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Мазурова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Ю.С.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A968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Апп</w:t>
            </w:r>
            <w:r w:rsidR="004B66B1">
              <w:rPr>
                <w:rFonts w:ascii="Times New Roman" w:hAnsi="Times New Roman"/>
                <w:sz w:val="28"/>
                <w:szCs w:val="28"/>
              </w:rPr>
              <w:t>ликация «Цветы для  бабушки» (цветная бумага)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18.10.22</w:t>
            </w:r>
          </w:p>
        </w:tc>
      </w:tr>
      <w:tr w:rsidR="004B66B1" w:rsidTr="00A744A8">
        <w:trPr>
          <w:cantSplit/>
          <w:trHeight w:val="225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Pr="00763BC2" w:rsidRDefault="00763B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Новосельнова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О.Б.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6C73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Композиции  «Осенние пейзажи»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                              25.10.22</w:t>
            </w:r>
          </w:p>
        </w:tc>
      </w:tr>
      <w:tr w:rsidR="004B66B1" w:rsidTr="00A744A8">
        <w:trPr>
          <w:cantSplit/>
          <w:trHeight w:val="225"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Pr="00763BC2" w:rsidRDefault="004B66B1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</w:tr>
      <w:tr w:rsidR="004B66B1" w:rsidTr="00A744A8">
        <w:trPr>
          <w:cantSplit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Pr="0005751E" w:rsidRDefault="004B66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51E">
              <w:rPr>
                <w:rFonts w:ascii="Times New Roman" w:hAnsi="Times New Roman"/>
                <w:sz w:val="28"/>
                <w:szCs w:val="28"/>
              </w:rPr>
              <w:t xml:space="preserve">Ноябрь </w:t>
            </w:r>
          </w:p>
        </w:tc>
      </w:tr>
      <w:tr w:rsidR="004B66B1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Pr="00763BC2" w:rsidRDefault="007A09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Фролова</w:t>
            </w:r>
            <w:r w:rsidR="0005751E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4B66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Коллаж «Ура, каникулы!»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                                     08.11.22</w:t>
            </w:r>
          </w:p>
        </w:tc>
      </w:tr>
      <w:tr w:rsidR="004B66B1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Pr="00763BC2" w:rsidRDefault="00763BC2" w:rsidP="00A744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3BC2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05751E">
              <w:rPr>
                <w:rFonts w:ascii="Times New Roman" w:hAnsi="Times New Roman"/>
                <w:sz w:val="24"/>
                <w:szCs w:val="24"/>
              </w:rPr>
              <w:t>Кутузова В.М.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4B66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гуашью «Первые  льдинки»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                      15.11.22</w:t>
            </w:r>
          </w:p>
        </w:tc>
      </w:tr>
      <w:tr w:rsidR="004B66B1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Pr="00763BC2" w:rsidRDefault="007A09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Коврижных</w:t>
            </w:r>
            <w:r w:rsidR="0005751E">
              <w:rPr>
                <w:rFonts w:ascii="Times New Roman" w:hAnsi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4B66B1" w:rsidP="00F41A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Открытка ко дню матери «Букет для мамы»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        22.11.22</w:t>
            </w:r>
          </w:p>
        </w:tc>
      </w:tr>
      <w:tr w:rsidR="004B66B1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Pr="00763BC2" w:rsidRDefault="007A09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Ефимова</w:t>
            </w:r>
            <w:r w:rsidR="0005751E">
              <w:rPr>
                <w:rFonts w:ascii="Times New Roman" w:hAnsi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339" w:rsidRDefault="004B66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Бумажная пластика. </w:t>
            </w:r>
          </w:p>
          <w:p w:rsidR="004B66B1" w:rsidRDefault="004B66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Цветы из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крепированной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бумаги «Для любимой мамочки»</w:t>
            </w:r>
            <w:r w:rsidR="00F5427D">
              <w:rPr>
                <w:rFonts w:ascii="Times New Roman" w:hAnsi="Times New Roman"/>
                <w:sz w:val="28"/>
                <w:szCs w:val="28"/>
              </w:rPr>
              <w:t>29.11.22</w:t>
            </w:r>
          </w:p>
        </w:tc>
      </w:tr>
      <w:tr w:rsidR="0005751E" w:rsidTr="002719E7">
        <w:trPr>
          <w:cantSplit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1E" w:rsidRDefault="000575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66B1" w:rsidTr="00A744A8">
        <w:trPr>
          <w:cantSplit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Pr="0005751E" w:rsidRDefault="004B66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51E">
              <w:rPr>
                <w:rFonts w:ascii="Times New Roman" w:hAnsi="Times New Roman"/>
                <w:sz w:val="28"/>
                <w:szCs w:val="28"/>
              </w:rPr>
              <w:t xml:space="preserve">Декабрь </w:t>
            </w:r>
          </w:p>
        </w:tc>
      </w:tr>
      <w:tr w:rsidR="004B66B1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Pr="00763BC2" w:rsidRDefault="007A09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Мазурова</w:t>
            </w:r>
            <w:proofErr w:type="spellEnd"/>
            <w:r w:rsidR="0005751E">
              <w:rPr>
                <w:rFonts w:ascii="Times New Roman" w:hAnsi="Times New Roman"/>
                <w:sz w:val="24"/>
                <w:szCs w:val="24"/>
              </w:rPr>
              <w:t xml:space="preserve"> Ю.С.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4B66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Игрушка на елку «Фонарик» (бумага, картон)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   06.12.22</w:t>
            </w:r>
          </w:p>
        </w:tc>
      </w:tr>
      <w:tr w:rsidR="004B66B1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Pr="007A09D2" w:rsidRDefault="007A09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9D2">
              <w:rPr>
                <w:rFonts w:ascii="Times New Roman" w:hAnsi="Times New Roman"/>
                <w:sz w:val="20"/>
                <w:szCs w:val="20"/>
              </w:rPr>
              <w:t>Кутузова</w:t>
            </w:r>
            <w:r w:rsidR="0005751E">
              <w:rPr>
                <w:rFonts w:ascii="Times New Roman" w:hAnsi="Times New Roman"/>
                <w:sz w:val="20"/>
                <w:szCs w:val="20"/>
              </w:rPr>
              <w:t xml:space="preserve"> В.М.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4B66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Бумажная пластика «Гирлянда»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                         13.12.22</w:t>
            </w:r>
          </w:p>
        </w:tc>
      </w:tr>
      <w:tr w:rsidR="004B66B1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Pr="007A09D2" w:rsidRDefault="007A09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Мазурова</w:t>
            </w:r>
            <w:proofErr w:type="spellEnd"/>
            <w:r w:rsidR="0005751E">
              <w:rPr>
                <w:rFonts w:ascii="Times New Roman" w:hAnsi="Times New Roman"/>
                <w:sz w:val="20"/>
                <w:szCs w:val="20"/>
              </w:rPr>
              <w:t xml:space="preserve"> Ю.С.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4B66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Открытка «Новый год стучит в окно»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                20.12.22</w:t>
            </w:r>
          </w:p>
        </w:tc>
      </w:tr>
      <w:tr w:rsidR="004B66B1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7A09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09D2">
              <w:rPr>
                <w:rFonts w:ascii="Times New Roman" w:hAnsi="Times New Roman"/>
                <w:sz w:val="20"/>
                <w:szCs w:val="20"/>
              </w:rPr>
              <w:t>Дружинина</w:t>
            </w:r>
            <w:r w:rsidR="0005751E">
              <w:rPr>
                <w:rFonts w:ascii="Times New Roman" w:hAnsi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4B66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Композиция «Веселый новый год» (цветная бумага, цветной картон, клей ПВА)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27.12.22</w:t>
            </w:r>
          </w:p>
        </w:tc>
      </w:tr>
      <w:tr w:rsidR="0005751E" w:rsidTr="007C7226">
        <w:trPr>
          <w:cantSplit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1E" w:rsidRDefault="000575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66B1" w:rsidTr="00A744A8">
        <w:trPr>
          <w:cantSplit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4B66B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4B66B1" w:rsidTr="00A744A8"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Pr="0005751E" w:rsidRDefault="004B66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51E">
              <w:rPr>
                <w:rFonts w:ascii="Times New Roman" w:hAnsi="Times New Roman"/>
                <w:sz w:val="28"/>
                <w:szCs w:val="28"/>
              </w:rPr>
              <w:t xml:space="preserve">Январь </w:t>
            </w:r>
          </w:p>
        </w:tc>
      </w:tr>
      <w:tr w:rsidR="004B66B1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Pr="007A09D2" w:rsidRDefault="007A09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9D2">
              <w:rPr>
                <w:rFonts w:ascii="Times New Roman" w:hAnsi="Times New Roman"/>
                <w:sz w:val="20"/>
                <w:szCs w:val="20"/>
              </w:rPr>
              <w:t>Ощепкова</w:t>
            </w:r>
            <w:r w:rsidR="0005751E">
              <w:rPr>
                <w:rFonts w:ascii="Times New Roman" w:hAnsi="Times New Roman"/>
                <w:sz w:val="20"/>
                <w:szCs w:val="20"/>
              </w:rPr>
              <w:t xml:space="preserve"> Т.А.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7A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«В мире музыки»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                              17.01.23</w:t>
            </w:r>
          </w:p>
        </w:tc>
      </w:tr>
      <w:tr w:rsidR="004B66B1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Pr="007A09D2" w:rsidRDefault="00E2349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9D2">
              <w:rPr>
                <w:rFonts w:ascii="Times New Roman" w:hAnsi="Times New Roman"/>
                <w:sz w:val="20"/>
                <w:szCs w:val="20"/>
              </w:rPr>
              <w:t>Баталова</w:t>
            </w:r>
            <w:r w:rsidR="0005751E">
              <w:rPr>
                <w:rFonts w:ascii="Times New Roman" w:hAnsi="Times New Roman"/>
                <w:sz w:val="20"/>
                <w:szCs w:val="20"/>
              </w:rPr>
              <w:t xml:space="preserve"> Е.Н.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6C733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Азы хореографии. </w:t>
            </w:r>
            <w:r w:rsidR="004B66B1">
              <w:rPr>
                <w:rFonts w:ascii="Times New Roman" w:hAnsi="Times New Roman"/>
                <w:sz w:val="28"/>
                <w:szCs w:val="28"/>
              </w:rPr>
              <w:t xml:space="preserve">Разминка на середине зала. </w:t>
            </w:r>
            <w:proofErr w:type="spellStart"/>
            <w:r w:rsidR="004B66B1">
              <w:rPr>
                <w:rFonts w:ascii="Times New Roman" w:hAnsi="Times New Roman"/>
                <w:sz w:val="28"/>
                <w:szCs w:val="28"/>
              </w:rPr>
              <w:t>Общеразвивающие</w:t>
            </w:r>
            <w:proofErr w:type="spellEnd"/>
            <w:r w:rsidR="004B66B1">
              <w:rPr>
                <w:rFonts w:ascii="Times New Roman" w:hAnsi="Times New Roman"/>
                <w:sz w:val="28"/>
                <w:szCs w:val="28"/>
              </w:rPr>
              <w:t xml:space="preserve"> движения.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24.01.23</w:t>
            </w:r>
          </w:p>
        </w:tc>
      </w:tr>
      <w:tr w:rsidR="004B66B1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4B6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4B66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5751E" w:rsidTr="00440F3D">
        <w:trPr>
          <w:cantSplit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1E" w:rsidRDefault="000575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66B1" w:rsidTr="00A744A8">
        <w:trPr>
          <w:cantSplit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Pr="0005751E" w:rsidRDefault="004B66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51E"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</w:p>
        </w:tc>
      </w:tr>
      <w:tr w:rsidR="004B66B1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4B6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4B66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66B1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Pr="007A09D2" w:rsidRDefault="007A09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09D2">
              <w:rPr>
                <w:rFonts w:ascii="Times New Roman" w:hAnsi="Times New Roman"/>
                <w:sz w:val="20"/>
                <w:szCs w:val="20"/>
              </w:rPr>
              <w:t>Ужегова</w:t>
            </w:r>
            <w:proofErr w:type="spellEnd"/>
            <w:r w:rsidRPr="007A09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751E">
              <w:rPr>
                <w:rFonts w:ascii="Times New Roman" w:hAnsi="Times New Roman"/>
                <w:sz w:val="20"/>
                <w:szCs w:val="20"/>
              </w:rPr>
              <w:t>И.Ю.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7A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Музыкальная игра «Караоке»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                          07.02.23</w:t>
            </w:r>
          </w:p>
        </w:tc>
      </w:tr>
      <w:tr w:rsidR="007A09D2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Default="007A09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Default="007A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66B1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4B6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4B66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66B1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Pr="00E2349C" w:rsidRDefault="004B66B1" w:rsidP="007A09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66B1" w:rsidRDefault="004B66B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66B1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B1" w:rsidRPr="007A09D2" w:rsidRDefault="007A09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09D2">
              <w:rPr>
                <w:rFonts w:ascii="Times New Roman" w:hAnsi="Times New Roman"/>
                <w:sz w:val="20"/>
                <w:szCs w:val="20"/>
              </w:rPr>
              <w:lastRenderedPageBreak/>
              <w:t>Хасьянова</w:t>
            </w:r>
            <w:proofErr w:type="spellEnd"/>
            <w:r w:rsidR="0005751E">
              <w:rPr>
                <w:rFonts w:ascii="Times New Roman" w:hAnsi="Times New Roman"/>
                <w:sz w:val="20"/>
                <w:szCs w:val="20"/>
              </w:rPr>
              <w:t xml:space="preserve"> Л.Р.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B1" w:rsidRDefault="007A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 «Потерянная мелодия»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                                 14.02.23</w:t>
            </w:r>
          </w:p>
        </w:tc>
      </w:tr>
      <w:tr w:rsidR="007A09D2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D2" w:rsidRPr="007A09D2" w:rsidRDefault="007A09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Степаненко</w:t>
            </w:r>
            <w:r w:rsidR="0005751E">
              <w:rPr>
                <w:rFonts w:ascii="Times New Roman" w:hAnsi="Times New Roman"/>
                <w:sz w:val="20"/>
                <w:szCs w:val="20"/>
              </w:rPr>
              <w:t xml:space="preserve"> Л.Ф.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D2" w:rsidRDefault="000949CA" w:rsidP="000949C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«Волшебный мир музыки»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</w:t>
            </w:r>
            <w:r w:rsidR="00F5427D">
              <w:rPr>
                <w:rFonts w:ascii="Times New Roman" w:hAnsi="Times New Roman"/>
                <w:sz w:val="28"/>
                <w:szCs w:val="28"/>
              </w:rPr>
              <w:t>21.02.23</w:t>
            </w:r>
          </w:p>
        </w:tc>
      </w:tr>
      <w:tr w:rsidR="007A09D2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D2" w:rsidRPr="007A09D2" w:rsidRDefault="007A09D2" w:rsidP="00304E6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9D2">
              <w:rPr>
                <w:rFonts w:ascii="Times New Roman" w:hAnsi="Times New Roman"/>
                <w:sz w:val="20"/>
                <w:szCs w:val="20"/>
              </w:rPr>
              <w:t>Баталова</w:t>
            </w:r>
            <w:r w:rsidR="0005751E">
              <w:rPr>
                <w:rFonts w:ascii="Times New Roman" w:hAnsi="Times New Roman"/>
                <w:sz w:val="20"/>
                <w:szCs w:val="20"/>
              </w:rPr>
              <w:t xml:space="preserve"> Е.Н.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9D2" w:rsidRPr="007A09D2" w:rsidRDefault="007A09D2" w:rsidP="00304E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09D2">
              <w:rPr>
                <w:rFonts w:ascii="Times New Roman" w:hAnsi="Times New Roman"/>
                <w:sz w:val="28"/>
                <w:szCs w:val="28"/>
              </w:rPr>
              <w:t>Разучивание танцевальной композиции «Мы лучшие»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28.02.23</w:t>
            </w:r>
          </w:p>
        </w:tc>
      </w:tr>
      <w:tr w:rsidR="0005751E" w:rsidTr="008B1DA4">
        <w:trPr>
          <w:cantSplit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1E" w:rsidRPr="007A09D2" w:rsidRDefault="0005751E" w:rsidP="00304E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09D2" w:rsidTr="00A744A8">
        <w:trPr>
          <w:cantSplit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Default="007A09D2" w:rsidP="00A744A8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7A09D2" w:rsidTr="00A744A8">
        <w:trPr>
          <w:cantSplit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Pr="0005751E" w:rsidRDefault="007A09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51E">
              <w:rPr>
                <w:rFonts w:ascii="Times New Roman" w:hAnsi="Times New Roman"/>
                <w:sz w:val="28"/>
                <w:szCs w:val="28"/>
              </w:rPr>
              <w:t xml:space="preserve">Март </w:t>
            </w:r>
          </w:p>
        </w:tc>
      </w:tr>
      <w:tr w:rsidR="007A09D2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Pr="007A09D2" w:rsidRDefault="007A09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9D2">
              <w:rPr>
                <w:rFonts w:ascii="Times New Roman" w:hAnsi="Times New Roman"/>
                <w:sz w:val="20"/>
                <w:szCs w:val="20"/>
              </w:rPr>
              <w:t>Фролова</w:t>
            </w:r>
            <w:r w:rsidR="0005751E">
              <w:rPr>
                <w:rFonts w:ascii="Times New Roman" w:hAnsi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Default="007A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Народная тряпичная кукла «Масленица»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                       07.03.23</w:t>
            </w:r>
          </w:p>
        </w:tc>
      </w:tr>
      <w:tr w:rsidR="007A09D2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Pr="007A09D2" w:rsidRDefault="007A09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Новосельнова</w:t>
            </w:r>
            <w:proofErr w:type="spellEnd"/>
            <w:r w:rsidR="0005751E">
              <w:rPr>
                <w:rFonts w:ascii="Times New Roman" w:hAnsi="Times New Roman"/>
                <w:sz w:val="20"/>
                <w:szCs w:val="20"/>
              </w:rPr>
              <w:t xml:space="preserve"> О.Б.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Default="00A968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Апп</w:t>
            </w:r>
            <w:r w:rsidR="007A09D2">
              <w:rPr>
                <w:rFonts w:ascii="Times New Roman" w:hAnsi="Times New Roman"/>
                <w:sz w:val="28"/>
                <w:szCs w:val="28"/>
              </w:rPr>
              <w:t xml:space="preserve">ликация «Гиацинты», посвященная Международному женскому дню 8 марта (цветная бумага, картон, салфетки) </w:t>
            </w:r>
            <w:r w:rsidR="00F5427D">
              <w:rPr>
                <w:rFonts w:ascii="Times New Roman" w:hAnsi="Times New Roman"/>
                <w:sz w:val="28"/>
                <w:szCs w:val="28"/>
              </w:rPr>
              <w:t>14.03.23</w:t>
            </w:r>
          </w:p>
        </w:tc>
      </w:tr>
      <w:tr w:rsidR="007A09D2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Pr="007A09D2" w:rsidRDefault="007A09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Мазурова</w:t>
            </w:r>
            <w:proofErr w:type="spellEnd"/>
            <w:r w:rsidR="0005751E">
              <w:rPr>
                <w:rFonts w:ascii="Times New Roman" w:hAnsi="Times New Roman"/>
                <w:sz w:val="20"/>
                <w:szCs w:val="20"/>
              </w:rPr>
              <w:t xml:space="preserve"> Ю.С.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Default="007A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Бумажная пластика. Изготовление «Солнечного кота»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      21.03.23</w:t>
            </w:r>
          </w:p>
        </w:tc>
      </w:tr>
      <w:tr w:rsidR="007A09D2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Pr="007A09D2" w:rsidRDefault="007A09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Ефимова</w:t>
            </w:r>
            <w:r w:rsidR="0005751E">
              <w:rPr>
                <w:rFonts w:ascii="Times New Roman" w:hAnsi="Times New Roman"/>
                <w:sz w:val="20"/>
                <w:szCs w:val="20"/>
              </w:rPr>
              <w:t xml:space="preserve"> С.С.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Default="007A09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открыток,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посвященных Международному женскому дню 8 марта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28.03.23</w:t>
            </w:r>
          </w:p>
        </w:tc>
      </w:tr>
      <w:tr w:rsidR="0005751E" w:rsidTr="00F1570C">
        <w:trPr>
          <w:cantSplit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1E" w:rsidRDefault="000575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09D2" w:rsidTr="00A744A8"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Pr="0005751E" w:rsidRDefault="000575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Апрель </w:t>
            </w:r>
          </w:p>
        </w:tc>
      </w:tr>
      <w:tr w:rsidR="007A09D2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Pr="007A09D2" w:rsidRDefault="007A09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Ефимова</w:t>
            </w:r>
            <w:r w:rsidR="0005751E">
              <w:rPr>
                <w:rFonts w:ascii="Times New Roman" w:hAnsi="Times New Roman"/>
                <w:sz w:val="20"/>
                <w:szCs w:val="20"/>
              </w:rPr>
              <w:t xml:space="preserve"> С.С.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Default="007A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Бумажная пластика «Пасхальный венок» (цветной картон, бумага)</w:t>
            </w:r>
          </w:p>
          <w:p w:rsidR="00F5427D" w:rsidRDefault="00F542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04.04.23</w:t>
            </w:r>
          </w:p>
        </w:tc>
      </w:tr>
      <w:tr w:rsidR="007A09D2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Pr="007A09D2" w:rsidRDefault="007A09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Фролова</w:t>
            </w:r>
            <w:r w:rsidR="0005751E">
              <w:rPr>
                <w:rFonts w:ascii="Times New Roman" w:hAnsi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Default="007A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Композиция «Пасха» (пастель)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                                    11.04.23</w:t>
            </w:r>
          </w:p>
        </w:tc>
      </w:tr>
      <w:tr w:rsidR="007A09D2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Pr="007A09D2" w:rsidRDefault="007A09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Коврижных</w:t>
            </w:r>
            <w:r w:rsidR="0005751E">
              <w:rPr>
                <w:rFonts w:ascii="Times New Roman" w:hAnsi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Default="007A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Роспись заготовки  яйцо «Волшебная Пасха»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            18.04.23</w:t>
            </w:r>
          </w:p>
        </w:tc>
      </w:tr>
      <w:tr w:rsidR="007A09D2" w:rsidTr="00A744A8">
        <w:trPr>
          <w:cantSplit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Pr="007A09D2" w:rsidRDefault="007A09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Дружинина</w:t>
            </w:r>
            <w:r w:rsidR="0005751E">
              <w:rPr>
                <w:rFonts w:ascii="Times New Roman" w:hAnsi="Times New Roman"/>
                <w:sz w:val="20"/>
                <w:szCs w:val="20"/>
              </w:rPr>
              <w:t xml:space="preserve"> А.Р.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Default="007A09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Композиция «Пасхальный кулич» (гуашь, пастель)</w:t>
            </w:r>
            <w:r w:rsidR="00F5427D">
              <w:rPr>
                <w:rFonts w:ascii="Times New Roman" w:hAnsi="Times New Roman"/>
                <w:sz w:val="28"/>
                <w:szCs w:val="28"/>
              </w:rPr>
              <w:t xml:space="preserve">    25.04.23</w:t>
            </w:r>
          </w:p>
        </w:tc>
      </w:tr>
      <w:tr w:rsidR="0005751E" w:rsidTr="009F7080">
        <w:trPr>
          <w:cantSplit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1E" w:rsidRDefault="000575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09D2" w:rsidTr="00A744A8">
        <w:trPr>
          <w:cantSplit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Default="007A09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</w:tc>
      </w:tr>
      <w:tr w:rsidR="007A09D2" w:rsidTr="00A744A8">
        <w:trPr>
          <w:cantSplit/>
          <w:trHeight w:val="144"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Pr="0005751E" w:rsidRDefault="007A09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51E"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</w:tr>
      <w:tr w:rsidR="007A09D2" w:rsidTr="00A744A8">
        <w:trPr>
          <w:cantSplit/>
        </w:trPr>
        <w:tc>
          <w:tcPr>
            <w:tcW w:w="9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9D2" w:rsidRDefault="007A09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Выпускной  вечер  для обучающихся  ГР и СОП по программе «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PRO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творчество»</w:t>
            </w:r>
          </w:p>
        </w:tc>
      </w:tr>
    </w:tbl>
    <w:p w:rsidR="00A744A8" w:rsidRDefault="00A744A8" w:rsidP="00A744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44A8" w:rsidRPr="0005751E" w:rsidRDefault="00A744A8" w:rsidP="00A744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5751E">
        <w:rPr>
          <w:rFonts w:ascii="Times New Roman" w:hAnsi="Times New Roman"/>
          <w:sz w:val="28"/>
          <w:szCs w:val="28"/>
        </w:rPr>
        <w:t>В календарно-тематическом планировании возможны изменения.</w:t>
      </w:r>
    </w:p>
    <w:p w:rsidR="00A744A8" w:rsidRPr="0005751E" w:rsidRDefault="00A744A8" w:rsidP="00A744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2179" w:rsidRPr="0005751E" w:rsidRDefault="003A2179"/>
    <w:sectPr w:rsidR="003A2179" w:rsidRPr="0005751E" w:rsidSect="007D0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attachedTemplate r:id="rId1"/>
  <w:defaultTabStop w:val="708"/>
  <w:characterSpacingControl w:val="doNotCompress"/>
  <w:savePreviewPicture/>
  <w:compat/>
  <w:rsids>
    <w:rsidRoot w:val="007A09D2"/>
    <w:rsid w:val="0005751E"/>
    <w:rsid w:val="000949CA"/>
    <w:rsid w:val="003342FB"/>
    <w:rsid w:val="003A2179"/>
    <w:rsid w:val="003E547B"/>
    <w:rsid w:val="004B66B1"/>
    <w:rsid w:val="005A6206"/>
    <w:rsid w:val="005C185D"/>
    <w:rsid w:val="006C7339"/>
    <w:rsid w:val="00763BC2"/>
    <w:rsid w:val="007A09D2"/>
    <w:rsid w:val="007D0962"/>
    <w:rsid w:val="00852BF7"/>
    <w:rsid w:val="009230F1"/>
    <w:rsid w:val="009627FB"/>
    <w:rsid w:val="009D4AC7"/>
    <w:rsid w:val="00A0437A"/>
    <w:rsid w:val="00A744A8"/>
    <w:rsid w:val="00A968DD"/>
    <w:rsid w:val="00DA25CC"/>
    <w:rsid w:val="00E22326"/>
    <w:rsid w:val="00E2349C"/>
    <w:rsid w:val="00F22826"/>
    <w:rsid w:val="00F41A19"/>
    <w:rsid w:val="00F54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4A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2;&#1072;&#1083;&#1077;&#1085;&#1076;&#1072;&#1088;&#1085;&#1086;-&#1090;&#1077;&#1084;&#1072;&#1090;&#1080;&#1095;&#1077;&#1089;&#1082;&#1080;&#1077;%20&#1087;&#1083;&#1072;&#1085;&#1099;%20PRO&#1090;&#1074;&#1086;&#1088;&#1095;&#1077;&#1089;&#1090;&#1074;&#1086;\&#1055;&#1083;&#1072;&#1085;%20%20&#1087;&#1086;%20&#1087;&#1088;&#1086;&#1075;&#1088;&#1072;&#1084;&#1084;&#1077;%20%20PRO&#1090;&#1074;&#1086;&#1088;&#1095;&#1077;&#1089;&#1090;&#1074;&#1086;%20(&#1050;&#1086;&#1084;&#1089;&#1086;&#1084;&#1086;&#1083;&#1100;&#1089;&#1082;&#1072;&#1103;,3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План  по программе  PROтворчество (Комсомольская,3).dot</Template>
  <TotalTime>15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2022-09-08T09:59:00Z</dcterms:created>
  <dcterms:modified xsi:type="dcterms:W3CDTF">2022-09-22T09:08:00Z</dcterms:modified>
</cp:coreProperties>
</file>